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text" w:horzAnchor="page" w:tblpX="116" w:tblpY="7920"/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40"/>
      </w:tblGrid>
      <w:tr w:rsidR="0043244A" w:rsidRPr="009F4875">
        <w:trPr>
          <w:trHeight w:hRule="exact" w:val="7858"/>
        </w:trPr>
        <w:tc>
          <w:tcPr>
            <w:tcW w:w="12240" w:type="dxa"/>
            <w:tcMar>
              <w:top w:w="0" w:type="dxa"/>
              <w:bottom w:w="0" w:type="dxa"/>
            </w:tcMar>
          </w:tcPr>
          <w:p w:rsidR="0043244A" w:rsidRPr="009F4875" w:rsidRDefault="0043244A"/>
        </w:tc>
      </w:tr>
      <w:tr w:rsidR="0043244A" w:rsidRPr="009F4875">
        <w:trPr>
          <w:trHeight w:hRule="exact" w:val="20"/>
        </w:trPr>
        <w:tc>
          <w:tcPr>
            <w:tcW w:w="122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43244A" w:rsidRPr="009F4875" w:rsidRDefault="00EF66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" cy="9525"/>
                      <wp:effectExtent l="0" t="0" r="0" b="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0;margin-top:0;width:.75pt;height: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" filled="f" stroked="f">
                      <w10:anchorlock/>
                    </v:rect>
                  </w:pict>
                </mc:Fallback>
              </mc:AlternateContent>
            </w:r>
          </w:p>
        </w:tc>
      </w:tr>
    </w:tbl>
    <w:tbl>
      <w:tblPr>
        <w:tblpPr w:vertAnchor="text" w:horzAnchor="page" w:tblpX="116" w:tblpY="2"/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40"/>
      </w:tblGrid>
      <w:tr w:rsidR="0043244A" w:rsidRPr="009F4875">
        <w:trPr>
          <w:trHeight w:hRule="exact" w:val="7898"/>
        </w:trPr>
        <w:tc>
          <w:tcPr>
            <w:tcW w:w="12240" w:type="dxa"/>
            <w:tcMar>
              <w:top w:w="0" w:type="dxa"/>
              <w:bottom w:w="0" w:type="dxa"/>
            </w:tcMar>
          </w:tcPr>
          <w:p w:rsidR="0043244A" w:rsidRPr="009F4875" w:rsidRDefault="0060171C"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2903952</wp:posOffset>
                  </wp:positionH>
                  <wp:positionV relativeFrom="paragraph">
                    <wp:posOffset>1499521</wp:posOffset>
                  </wp:positionV>
                  <wp:extent cx="1875790" cy="173482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73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244A" w:rsidRPr="009F4875">
        <w:trPr>
          <w:trHeight w:hRule="exact" w:val="20"/>
        </w:trPr>
        <w:tc>
          <w:tcPr>
            <w:tcW w:w="122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43244A" w:rsidRPr="009F4875" w:rsidRDefault="00EF66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1" layoutInCell="1" allowOverlap="1" wp14:anchorId="53C28E94" wp14:editId="69E4B0B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" cy="9525"/>
                      <wp:effectExtent l="0" t="0" r="0" b="0"/>
                      <wp:wrapNone/>
                      <wp:docPr id="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0;margin-top:0;width:.75pt;height: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" filled="f" stroked="f">
                      <w10:anchorlock/>
                    </v:rect>
                  </w:pict>
                </mc:Fallback>
              </mc:AlternateContent>
            </w:r>
          </w:p>
        </w:tc>
      </w:tr>
    </w:tbl>
    <w:p w:rsidR="0043244A" w:rsidRDefault="00EF667D">
      <w:pPr>
        <w:spacing w:after="0" w:line="20" w:lineRule="exact"/>
      </w:pPr>
      <w:r>
        <w:rPr>
          <w:noProof/>
        </w:rPr>
        <w:drawing>
          <wp:anchor distT="0" distB="0" distL="114300" distR="114300" simplePos="0" relativeHeight="251655680" behindDoc="0" locked="1" layoutInCell="1" allowOverlap="1" wp14:anchorId="055C1402" wp14:editId="387834B1">
            <wp:simplePos x="0" y="0"/>
            <wp:positionH relativeFrom="page">
              <wp:posOffset>492125</wp:posOffset>
            </wp:positionH>
            <wp:positionV relativeFrom="page">
              <wp:posOffset>5594350</wp:posOffset>
            </wp:positionV>
            <wp:extent cx="6783070" cy="3890645"/>
            <wp:effectExtent l="0" t="0" r="0" b="0"/>
            <wp:wrapNone/>
            <wp:docPr id="4" name="Picture_MP1_PF12_PF14_534.109_330.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12_PF14_534.109_330.776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6783070" cy="389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4F6295C9" wp14:editId="14192FF7">
                <wp:simplePos x="0" y="0"/>
                <wp:positionH relativeFrom="page">
                  <wp:posOffset>668020</wp:posOffset>
                </wp:positionH>
                <wp:positionV relativeFrom="page">
                  <wp:posOffset>6576060</wp:posOffset>
                </wp:positionV>
                <wp:extent cx="6447155" cy="1558925"/>
                <wp:effectExtent l="0" t="0" r="10795" b="3175"/>
                <wp:wrapNone/>
                <wp:docPr id="1" name="TextBox_MP1_PF13_PF15_484.5_173.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7155" cy="155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244A" w:rsidRDefault="00EB36DB">
                            <w:pPr>
                              <w:pStyle w:val="AveryStyle1"/>
                              <w:rPr>
                                <w:b/>
                                <w:color w:val="auto"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bookmarkStart w:id="0" w:name="TextBox_MP1_PF13_PF15_484.5_173.25"/>
                            <w:r w:rsidRPr="00491ADB">
                              <w:rPr>
                                <w:b/>
                                <w:color w:val="auto"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Happy Holidays</w:t>
                            </w:r>
                            <w:bookmarkEnd w:id="0"/>
                            <w:r w:rsidR="00FD7A22">
                              <w:rPr>
                                <w:b/>
                                <w:color w:val="auto"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br/>
                            </w:r>
                            <w:r w:rsidR="002F367B">
                              <w:rPr>
                                <w:b/>
                                <w:color w:val="auto"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fldChar w:fldCharType="begin"/>
                            </w:r>
                            <w:r w:rsidR="002F367B">
                              <w:rPr>
                                <w:b/>
                                <w:color w:val="auto"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instrText xml:space="preserve"> MERGEFIELD  FirstName  \* MERGEFORMAT </w:instrText>
                            </w:r>
                            <w:r w:rsidR="002F367B">
                              <w:rPr>
                                <w:b/>
                                <w:color w:val="auto"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fldChar w:fldCharType="separate"/>
                            </w:r>
                            <w:r w:rsidR="002F367B">
                              <w:rPr>
                                <w:b/>
                                <w:noProof/>
                                <w:color w:val="auto"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«FirstName»</w:t>
                            </w:r>
                            <w:r w:rsidR="002F367B">
                              <w:rPr>
                                <w:b/>
                                <w:color w:val="auto"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fldChar w:fldCharType="end"/>
                            </w:r>
                            <w:bookmarkStart w:id="1" w:name="_GoBack"/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13_PF15_484.5_173.25" o:spid="_x0000_s1026" style="position:absolute;margin-left:52.6pt;margin-top:517.8pt;width:507.65pt;height:122.7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" filled="f" stroked="f">
                <v:textbox inset="0,0,0,0">
                  <w:txbxContent>
                    <w:p w:rsidR="0043244A" w:rsidRDefault="00EB36DB">
                      <w:pPr>
                        <w:pStyle w:val="AveryStyle1"/>
                        <w:rPr>
                          <w:b/>
                          <w:color w:val="auto"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bookmarkStart w:id="2" w:name="TextBox_MP1_PF13_PF15_484.5_173.25"/>
                      <w:r w:rsidRPr="00491ADB">
                        <w:rPr>
                          <w:b/>
                          <w:color w:val="auto"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Happy Holidays</w:t>
                      </w:r>
                      <w:bookmarkEnd w:id="2"/>
                      <w:r w:rsidR="00FD7A22">
                        <w:rPr>
                          <w:b/>
                          <w:color w:val="auto"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br/>
                      </w:r>
                      <w:r w:rsidR="002F367B">
                        <w:rPr>
                          <w:b/>
                          <w:color w:val="auto"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fldChar w:fldCharType="begin"/>
                      </w:r>
                      <w:r w:rsidR="002F367B">
                        <w:rPr>
                          <w:b/>
                          <w:color w:val="auto"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instrText xml:space="preserve"> MERGEFIELD  FirstName  \* MERGEFORMAT </w:instrText>
                      </w:r>
                      <w:r w:rsidR="002F367B">
                        <w:rPr>
                          <w:b/>
                          <w:color w:val="auto"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fldChar w:fldCharType="separate"/>
                      </w:r>
                      <w:r w:rsidR="002F367B">
                        <w:rPr>
                          <w:b/>
                          <w:noProof/>
                          <w:color w:val="auto"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«FirstName»</w:t>
                      </w:r>
                      <w:r w:rsidR="002F367B">
                        <w:rPr>
                          <w:b/>
                          <w:color w:val="auto"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fldChar w:fldCharType="end"/>
                      </w:r>
                      <w:bookmarkStart w:id="3" w:name="_GoBack"/>
                      <w:bookmarkEnd w:id="3"/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</w:p>
    <w:sectPr w:rsidR="0043244A" w:rsidSect="0043244A">
      <w:pgSz w:w="12240" w:h="15840"/>
      <w:pgMar w:top="0" w:right="446" w:bottom="0" w:left="44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7D"/>
    <w:rsid w:val="002F367B"/>
    <w:rsid w:val="0043244A"/>
    <w:rsid w:val="00491ADB"/>
    <w:rsid w:val="005C5336"/>
    <w:rsid w:val="0060171C"/>
    <w:rsid w:val="00620A3D"/>
    <w:rsid w:val="009F4875"/>
    <w:rsid w:val="00E84153"/>
    <w:rsid w:val="00EB36DB"/>
    <w:rsid w:val="00EF667D"/>
    <w:rsid w:val="00FD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43244A"/>
    <w:pPr>
      <w:jc w:val="center"/>
    </w:pPr>
    <w:rPr>
      <w:rFonts w:ascii="Times New Roman" w:hAnsi="Times New Roman"/>
      <w:bCs/>
      <w:color w:val="003399"/>
      <w:sz w:val="80"/>
      <w:szCs w:val="22"/>
    </w:rPr>
  </w:style>
  <w:style w:type="table" w:styleId="TableGrid">
    <w:name w:val="Table Grid"/>
    <w:basedOn w:val="TableNormal"/>
    <w:uiPriority w:val="59"/>
    <w:rsid w:val="00620A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1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43244A"/>
    <w:pPr>
      <w:jc w:val="center"/>
    </w:pPr>
    <w:rPr>
      <w:rFonts w:ascii="Times New Roman" w:hAnsi="Times New Roman"/>
      <w:bCs/>
      <w:color w:val="003399"/>
      <w:sz w:val="80"/>
      <w:szCs w:val="22"/>
    </w:rPr>
  </w:style>
  <w:style w:type="table" w:styleId="TableGrid">
    <w:name w:val="Table Grid"/>
    <w:basedOn w:val="TableNormal"/>
    <w:uiPriority w:val="59"/>
    <w:rsid w:val="00620A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1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\AppData\Roaming\Microsoft\Templates\Holiday%20half-fold%20greeting%20card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Holiday half-fold greeting card(2).dot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Avery Dennison Corporation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Haddad</dc:creator>
  <cp:lastModifiedBy>Samuel Haddad</cp:lastModifiedBy>
  <cp:revision>4</cp:revision>
  <dcterms:created xsi:type="dcterms:W3CDTF">2012-12-02T06:03:00Z</dcterms:created>
  <dcterms:modified xsi:type="dcterms:W3CDTF">2012-12-02T07:10:00Z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TC103369531033</vt:lpwstr>
  </property>
</Properties>
</file>